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07FE3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89721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8FF26B2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7F7C6150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61AE346B" w14:textId="1680C6A6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2671A9">
        <w:rPr>
          <w:spacing w:val="0"/>
          <w:position w:val="0"/>
          <w:sz w:val="20"/>
        </w:rPr>
        <w:t>FFL</w:t>
      </w:r>
      <w:r w:rsidR="00773768">
        <w:rPr>
          <w:spacing w:val="0"/>
          <w:position w:val="0"/>
          <w:sz w:val="20"/>
        </w:rPr>
        <w:t xml:space="preserve"> Trading </w:t>
      </w:r>
      <w:r w:rsidR="00031196">
        <w:rPr>
          <w:spacing w:val="0"/>
          <w:position w:val="0"/>
          <w:sz w:val="20"/>
        </w:rPr>
        <w:t xml:space="preserve"> OÜ</w:t>
      </w:r>
      <w:r w:rsidR="00031196" w:rsidRPr="00330C91"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731DDE89" w14:textId="77777777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5BEF1CA9" w14:textId="0559A0B7" w:rsidR="005253F3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E005F4">
        <w:rPr>
          <w:spacing w:val="0"/>
          <w:position w:val="0"/>
          <w:sz w:val="20"/>
        </w:rPr>
        <w:t>202</w:t>
      </w:r>
      <w:r w:rsidR="00773768">
        <w:rPr>
          <w:spacing w:val="0"/>
          <w:position w:val="0"/>
          <w:sz w:val="20"/>
        </w:rPr>
        <w:t>4</w:t>
      </w:r>
      <w:r w:rsidR="002671A9">
        <w:rPr>
          <w:spacing w:val="0"/>
          <w:position w:val="0"/>
          <w:sz w:val="20"/>
        </w:rPr>
        <w:t>/</w:t>
      </w:r>
      <w:r w:rsidR="00773768">
        <w:rPr>
          <w:spacing w:val="0"/>
          <w:position w:val="0"/>
          <w:sz w:val="20"/>
        </w:rPr>
        <w:t>136</w:t>
      </w:r>
      <w:r w:rsidR="00581A17">
        <w:rPr>
          <w:spacing w:val="0"/>
          <w:position w:val="0"/>
          <w:sz w:val="20"/>
        </w:rPr>
        <w:t xml:space="preserve">   </w:t>
      </w:r>
      <w:r w:rsidRPr="00330C91">
        <w:rPr>
          <w:spacing w:val="0"/>
          <w:position w:val="0"/>
          <w:sz w:val="20"/>
        </w:rPr>
        <w:t>juurde</w:t>
      </w:r>
    </w:p>
    <w:p w14:paraId="7F2B7900" w14:textId="77777777" w:rsidR="00E87A59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</w:p>
    <w:p w14:paraId="41CDEDA3" w14:textId="77777777" w:rsidR="00E87A59" w:rsidRPr="00330C91" w:rsidRDefault="00E87A59" w:rsidP="00E87A59">
      <w:pPr>
        <w:ind w:left="4080" w:firstLine="680"/>
        <w:jc w:val="center"/>
      </w:pPr>
    </w:p>
    <w:p w14:paraId="14224AC7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029B6F7E" w14:textId="77777777" w:rsidR="005253F3" w:rsidRPr="00330C91" w:rsidRDefault="005253F3" w:rsidP="00D2770C">
      <w:pPr>
        <w:jc w:val="center"/>
        <w:rPr>
          <w:sz w:val="18"/>
        </w:rPr>
      </w:pPr>
    </w:p>
    <w:p w14:paraId="2010D4EC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40C5124A" w14:textId="77777777" w:rsidR="005253F3" w:rsidRPr="00330C91" w:rsidRDefault="005253F3" w:rsidP="005655A4">
      <w:pPr>
        <w:rPr>
          <w:sz w:val="18"/>
          <w:szCs w:val="18"/>
        </w:rPr>
      </w:pPr>
    </w:p>
    <w:p w14:paraId="635B8655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493D68D5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53EB9A2E" w14:textId="180FFFE6" w:rsidR="00A4075E" w:rsidRPr="00330C91" w:rsidRDefault="005253F3" w:rsidP="00A4075E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="00A4075E" w:rsidRPr="00330C91">
        <w:rPr>
          <w:b/>
          <w:sz w:val="20"/>
        </w:rPr>
        <w:t xml:space="preserve">. </w:t>
      </w:r>
      <w:r w:rsidR="00976666">
        <w:rPr>
          <w:sz w:val="20"/>
        </w:rPr>
        <w:t xml:space="preserve">RMK  avaliku </w:t>
      </w:r>
      <w:r w:rsidR="00A4075E" w:rsidRPr="00330C91">
        <w:rPr>
          <w:sz w:val="20"/>
        </w:rPr>
        <w:t xml:space="preserve"> enampakkumise edukaks tunn</w:t>
      </w:r>
      <w:r w:rsidR="00A4075E">
        <w:rPr>
          <w:sz w:val="20"/>
        </w:rPr>
        <w:t>istamise protokolli nr 3-3.4/</w:t>
      </w:r>
      <w:r w:rsidR="00773768">
        <w:rPr>
          <w:sz w:val="20"/>
        </w:rPr>
        <w:t>4</w:t>
      </w:r>
      <w:r w:rsidR="00A4075E" w:rsidRPr="00330C91">
        <w:rPr>
          <w:sz w:val="20"/>
        </w:rPr>
        <w:t xml:space="preserve"> kohaselt </w:t>
      </w:r>
      <w:r w:rsidR="00A4075E" w:rsidRPr="00330C91">
        <w:rPr>
          <w:bCs/>
          <w:sz w:val="20"/>
        </w:rPr>
        <w:t>Müüja müüb ja Ostja ostab Metsamaterjali, mille Sortiment, Tarnekoht</w:t>
      </w:r>
      <w:r w:rsidR="00A4075E">
        <w:rPr>
          <w:bCs/>
          <w:sz w:val="20"/>
        </w:rPr>
        <w:t>, Tarnetingimus</w:t>
      </w:r>
      <w:r w:rsidR="00A4075E" w:rsidRPr="00330C91">
        <w:rPr>
          <w:bCs/>
          <w:sz w:val="20"/>
        </w:rPr>
        <w:t xml:space="preserve"> ja</w:t>
      </w:r>
      <w:r w:rsidR="00A4075E">
        <w:rPr>
          <w:bCs/>
          <w:sz w:val="20"/>
        </w:rPr>
        <w:t xml:space="preserve"> </w:t>
      </w:r>
      <w:r w:rsidR="00A4075E" w:rsidRPr="00330C91">
        <w:rPr>
          <w:bCs/>
          <w:sz w:val="20"/>
        </w:rPr>
        <w:t xml:space="preserve"> kogus Tarneperioodil </w:t>
      </w:r>
      <w:r w:rsidR="00773768">
        <w:rPr>
          <w:bCs/>
          <w:sz w:val="20"/>
        </w:rPr>
        <w:t>aprill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773768">
        <w:rPr>
          <w:bCs/>
          <w:sz w:val="20"/>
        </w:rPr>
        <w:t>4</w:t>
      </w:r>
      <w:r w:rsidR="00A4075E" w:rsidRPr="00330C91">
        <w:rPr>
          <w:bCs/>
          <w:sz w:val="20"/>
        </w:rPr>
        <w:t xml:space="preserve"> </w:t>
      </w:r>
      <w:r w:rsidR="00A4075E">
        <w:rPr>
          <w:bCs/>
          <w:sz w:val="20"/>
        </w:rPr>
        <w:t>–</w:t>
      </w:r>
      <w:r w:rsidR="00773768">
        <w:rPr>
          <w:bCs/>
          <w:sz w:val="20"/>
        </w:rPr>
        <w:t>juuni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773768">
        <w:rPr>
          <w:bCs/>
          <w:sz w:val="20"/>
        </w:rPr>
        <w:t>4</w:t>
      </w:r>
      <w:r w:rsidR="00A4075E"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5"/>
        <w:gridCol w:w="1392"/>
        <w:gridCol w:w="1830"/>
        <w:gridCol w:w="1201"/>
        <w:gridCol w:w="1201"/>
        <w:gridCol w:w="1201"/>
        <w:gridCol w:w="1201"/>
      </w:tblGrid>
      <w:tr w:rsidR="00773768" w:rsidRPr="00330C91" w14:paraId="6BAF2D6F" w14:textId="77777777" w:rsidTr="00773768">
        <w:trPr>
          <w:trHeight w:val="255"/>
        </w:trPr>
        <w:tc>
          <w:tcPr>
            <w:tcW w:w="951" w:type="pct"/>
            <w:noWrap/>
            <w:vAlign w:val="bottom"/>
          </w:tcPr>
          <w:p w14:paraId="1086B8A5" w14:textId="77777777" w:rsidR="00773768" w:rsidRPr="00330C91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702" w:type="pct"/>
            <w:noWrap/>
            <w:vAlign w:val="bottom"/>
          </w:tcPr>
          <w:p w14:paraId="1B6654EE" w14:textId="77777777" w:rsidR="00773768" w:rsidRPr="00330C91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923" w:type="pct"/>
            <w:vAlign w:val="bottom"/>
          </w:tcPr>
          <w:p w14:paraId="3FD4F0C6" w14:textId="77777777" w:rsidR="00773768" w:rsidRPr="00330C91" w:rsidRDefault="00773768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606" w:type="pct"/>
          </w:tcPr>
          <w:p w14:paraId="760822A9" w14:textId="07AF0112" w:rsidR="00773768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Aprill</w:t>
            </w:r>
          </w:p>
        </w:tc>
        <w:tc>
          <w:tcPr>
            <w:tcW w:w="606" w:type="pct"/>
          </w:tcPr>
          <w:p w14:paraId="657DEFC7" w14:textId="750FA2DD" w:rsidR="00773768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</w:t>
            </w:r>
          </w:p>
        </w:tc>
        <w:tc>
          <w:tcPr>
            <w:tcW w:w="606" w:type="pct"/>
          </w:tcPr>
          <w:p w14:paraId="6725AC40" w14:textId="3F325241" w:rsidR="00773768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 Juuni</w:t>
            </w:r>
          </w:p>
        </w:tc>
        <w:tc>
          <w:tcPr>
            <w:tcW w:w="606" w:type="pct"/>
            <w:noWrap/>
            <w:vAlign w:val="bottom"/>
          </w:tcPr>
          <w:p w14:paraId="2B4E08AA" w14:textId="77777777" w:rsidR="00773768" w:rsidRPr="00330C91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773768" w:rsidRPr="00330C91" w14:paraId="1B28245E" w14:textId="77777777" w:rsidTr="00773768">
        <w:trPr>
          <w:trHeight w:val="255"/>
        </w:trPr>
        <w:tc>
          <w:tcPr>
            <w:tcW w:w="951" w:type="pct"/>
            <w:noWrap/>
            <w:vAlign w:val="bottom"/>
          </w:tcPr>
          <w:p w14:paraId="3A6EE6B2" w14:textId="3906264B" w:rsidR="00773768" w:rsidRPr="00330C91" w:rsidRDefault="00773768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Kuusepaberipuit</w:t>
            </w:r>
          </w:p>
        </w:tc>
        <w:tc>
          <w:tcPr>
            <w:tcW w:w="702" w:type="pct"/>
            <w:noWrap/>
            <w:vAlign w:val="bottom"/>
          </w:tcPr>
          <w:p w14:paraId="4B951FBE" w14:textId="453F6A83" w:rsidR="00773768" w:rsidRPr="00330C91" w:rsidRDefault="002E3EE4" w:rsidP="002671A9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Horsa</w:t>
            </w:r>
          </w:p>
        </w:tc>
        <w:tc>
          <w:tcPr>
            <w:tcW w:w="923" w:type="pct"/>
          </w:tcPr>
          <w:p w14:paraId="32EF9723" w14:textId="77777777" w:rsidR="00773768" w:rsidRPr="00330C91" w:rsidRDefault="00773768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606" w:type="pct"/>
          </w:tcPr>
          <w:p w14:paraId="309CFDD6" w14:textId="5A1CC4A8" w:rsidR="00773768" w:rsidRDefault="002E3EE4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606" w:type="pct"/>
          </w:tcPr>
          <w:p w14:paraId="4B371876" w14:textId="6FD7D9BF" w:rsidR="00773768" w:rsidRDefault="002E3EE4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300</w:t>
            </w:r>
          </w:p>
        </w:tc>
        <w:tc>
          <w:tcPr>
            <w:tcW w:w="606" w:type="pct"/>
          </w:tcPr>
          <w:p w14:paraId="2C85EEC3" w14:textId="698B19A7" w:rsidR="00773768" w:rsidRPr="00581A17" w:rsidRDefault="002E3EE4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606" w:type="pct"/>
            <w:noWrap/>
            <w:vAlign w:val="bottom"/>
          </w:tcPr>
          <w:p w14:paraId="29256889" w14:textId="1A7F78E7" w:rsidR="00773768" w:rsidRPr="00330C91" w:rsidRDefault="002E3EE4" w:rsidP="00994A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fldChar w:fldCharType="begin"/>
            </w:r>
            <w:r>
              <w:rPr>
                <w:b/>
                <w:bCs/>
                <w:sz w:val="20"/>
              </w:rPr>
              <w:instrText xml:space="preserve"> =SUM(LEFT) </w:instrText>
            </w:r>
            <w:r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500</w:t>
            </w:r>
            <w:r>
              <w:rPr>
                <w:b/>
                <w:bCs/>
                <w:sz w:val="20"/>
              </w:rPr>
              <w:fldChar w:fldCharType="end"/>
            </w:r>
          </w:p>
        </w:tc>
      </w:tr>
      <w:tr w:rsidR="002E3EE4" w:rsidRPr="00330C91" w14:paraId="179EBAC2" w14:textId="77777777" w:rsidTr="00773768">
        <w:trPr>
          <w:trHeight w:val="255"/>
        </w:trPr>
        <w:tc>
          <w:tcPr>
            <w:tcW w:w="951" w:type="pct"/>
            <w:noWrap/>
            <w:vAlign w:val="bottom"/>
          </w:tcPr>
          <w:p w14:paraId="1C5FE684" w14:textId="7A70BE4E" w:rsidR="002E3EE4" w:rsidRDefault="002E3EE4" w:rsidP="002E3EE4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Kuusepaberipuit</w:t>
            </w:r>
          </w:p>
        </w:tc>
        <w:tc>
          <w:tcPr>
            <w:tcW w:w="702" w:type="pct"/>
            <w:noWrap/>
            <w:vAlign w:val="bottom"/>
          </w:tcPr>
          <w:p w14:paraId="261B1C3D" w14:textId="6F519E69" w:rsidR="002E3EE4" w:rsidRPr="00330C91" w:rsidRDefault="002E3EE4" w:rsidP="002E3EE4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Oomiste</w:t>
            </w:r>
          </w:p>
        </w:tc>
        <w:tc>
          <w:tcPr>
            <w:tcW w:w="923" w:type="pct"/>
          </w:tcPr>
          <w:p w14:paraId="7917122B" w14:textId="648206E6" w:rsidR="002E3EE4" w:rsidRDefault="002E3EE4" w:rsidP="002E3EE4">
            <w:pPr>
              <w:jc w:val="center"/>
              <w:rPr>
                <w:bCs/>
                <w:sz w:val="20"/>
              </w:rPr>
            </w:pPr>
            <w:r w:rsidRPr="009906A4">
              <w:rPr>
                <w:bCs/>
                <w:sz w:val="20"/>
              </w:rPr>
              <w:t>DPU</w:t>
            </w:r>
          </w:p>
        </w:tc>
        <w:tc>
          <w:tcPr>
            <w:tcW w:w="606" w:type="pct"/>
          </w:tcPr>
          <w:p w14:paraId="0520FCCD" w14:textId="19D73A5A" w:rsidR="002E3EE4" w:rsidRDefault="002E3EE4" w:rsidP="002E3EE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606" w:type="pct"/>
          </w:tcPr>
          <w:p w14:paraId="5D8EFDA4" w14:textId="3871D8BD" w:rsidR="002E3EE4" w:rsidRDefault="002E3EE4" w:rsidP="002E3EE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400</w:t>
            </w:r>
          </w:p>
        </w:tc>
        <w:tc>
          <w:tcPr>
            <w:tcW w:w="606" w:type="pct"/>
          </w:tcPr>
          <w:p w14:paraId="51A56D1F" w14:textId="5ABEC667" w:rsidR="002E3EE4" w:rsidRDefault="002E3EE4" w:rsidP="002E3EE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110</w:t>
            </w:r>
          </w:p>
        </w:tc>
        <w:tc>
          <w:tcPr>
            <w:tcW w:w="606" w:type="pct"/>
            <w:noWrap/>
            <w:vAlign w:val="bottom"/>
          </w:tcPr>
          <w:p w14:paraId="5258115B" w14:textId="32125E69" w:rsidR="002E3EE4" w:rsidRDefault="002E3EE4" w:rsidP="002E3EE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fldChar w:fldCharType="begin"/>
            </w:r>
            <w:r>
              <w:rPr>
                <w:b/>
                <w:bCs/>
                <w:sz w:val="20"/>
              </w:rPr>
              <w:instrText xml:space="preserve"> =SUM(left) </w:instrText>
            </w:r>
            <w:r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710</w:t>
            </w:r>
            <w:r>
              <w:rPr>
                <w:b/>
                <w:bCs/>
                <w:sz w:val="20"/>
              </w:rPr>
              <w:fldChar w:fldCharType="end"/>
            </w:r>
          </w:p>
        </w:tc>
      </w:tr>
      <w:tr w:rsidR="002E3EE4" w:rsidRPr="00330C91" w14:paraId="39BB4B30" w14:textId="77777777" w:rsidTr="00773768">
        <w:trPr>
          <w:trHeight w:val="255"/>
        </w:trPr>
        <w:tc>
          <w:tcPr>
            <w:tcW w:w="951" w:type="pct"/>
            <w:noWrap/>
            <w:vAlign w:val="bottom"/>
          </w:tcPr>
          <w:p w14:paraId="705AFF42" w14:textId="6A2D56F3" w:rsidR="002E3EE4" w:rsidRDefault="002E3EE4" w:rsidP="002E3EE4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Männipaberipuit</w:t>
            </w:r>
          </w:p>
        </w:tc>
        <w:tc>
          <w:tcPr>
            <w:tcW w:w="702" w:type="pct"/>
            <w:noWrap/>
            <w:vAlign w:val="bottom"/>
          </w:tcPr>
          <w:p w14:paraId="6DFF6921" w14:textId="4570B426" w:rsidR="002E3EE4" w:rsidRPr="00330C91" w:rsidRDefault="002E3EE4" w:rsidP="002E3EE4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Horsa</w:t>
            </w:r>
          </w:p>
        </w:tc>
        <w:tc>
          <w:tcPr>
            <w:tcW w:w="923" w:type="pct"/>
          </w:tcPr>
          <w:p w14:paraId="7A711564" w14:textId="6B4FA1B5" w:rsidR="002E3EE4" w:rsidRDefault="002E3EE4" w:rsidP="002E3EE4">
            <w:pPr>
              <w:jc w:val="center"/>
              <w:rPr>
                <w:bCs/>
                <w:sz w:val="20"/>
              </w:rPr>
            </w:pPr>
            <w:r w:rsidRPr="009906A4">
              <w:rPr>
                <w:bCs/>
                <w:sz w:val="20"/>
              </w:rPr>
              <w:t>DPU</w:t>
            </w:r>
          </w:p>
        </w:tc>
        <w:tc>
          <w:tcPr>
            <w:tcW w:w="606" w:type="pct"/>
          </w:tcPr>
          <w:p w14:paraId="5F4E87A6" w14:textId="67166755" w:rsidR="002E3EE4" w:rsidRDefault="002E3EE4" w:rsidP="002E3EE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606" w:type="pct"/>
          </w:tcPr>
          <w:p w14:paraId="62B6E1EA" w14:textId="1F042085" w:rsidR="002E3EE4" w:rsidRDefault="002E3EE4" w:rsidP="002E3EE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300</w:t>
            </w:r>
          </w:p>
        </w:tc>
        <w:tc>
          <w:tcPr>
            <w:tcW w:w="606" w:type="pct"/>
          </w:tcPr>
          <w:p w14:paraId="1D05BC74" w14:textId="77777777" w:rsidR="002E3EE4" w:rsidRDefault="002E3EE4" w:rsidP="002E3EE4">
            <w:pPr>
              <w:jc w:val="center"/>
              <w:rPr>
                <w:bCs/>
                <w:sz w:val="20"/>
              </w:rPr>
            </w:pPr>
          </w:p>
        </w:tc>
        <w:tc>
          <w:tcPr>
            <w:tcW w:w="606" w:type="pct"/>
            <w:noWrap/>
            <w:vAlign w:val="bottom"/>
          </w:tcPr>
          <w:p w14:paraId="001B7DF2" w14:textId="57A1C408" w:rsidR="002E3EE4" w:rsidRDefault="002E3EE4" w:rsidP="002E3EE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500</w:t>
            </w:r>
          </w:p>
        </w:tc>
      </w:tr>
      <w:tr w:rsidR="002E3EE4" w:rsidRPr="00330C91" w14:paraId="4241AC14" w14:textId="77777777" w:rsidTr="00773768">
        <w:trPr>
          <w:trHeight w:val="255"/>
        </w:trPr>
        <w:tc>
          <w:tcPr>
            <w:tcW w:w="951" w:type="pct"/>
            <w:noWrap/>
            <w:vAlign w:val="bottom"/>
          </w:tcPr>
          <w:p w14:paraId="5C79AF8E" w14:textId="1816315B" w:rsidR="002E3EE4" w:rsidRDefault="002E3EE4" w:rsidP="002E3EE4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Männipaberipuit</w:t>
            </w:r>
          </w:p>
        </w:tc>
        <w:tc>
          <w:tcPr>
            <w:tcW w:w="702" w:type="pct"/>
            <w:noWrap/>
            <w:vAlign w:val="bottom"/>
          </w:tcPr>
          <w:p w14:paraId="4350AF2E" w14:textId="260E40E8" w:rsidR="002E3EE4" w:rsidRPr="00330C91" w:rsidRDefault="002E3EE4" w:rsidP="002E3EE4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Oomiste</w:t>
            </w:r>
          </w:p>
        </w:tc>
        <w:tc>
          <w:tcPr>
            <w:tcW w:w="923" w:type="pct"/>
          </w:tcPr>
          <w:p w14:paraId="095D5453" w14:textId="68FB9C21" w:rsidR="002E3EE4" w:rsidRDefault="002E3EE4" w:rsidP="002E3EE4">
            <w:pPr>
              <w:jc w:val="center"/>
              <w:rPr>
                <w:bCs/>
                <w:sz w:val="20"/>
              </w:rPr>
            </w:pPr>
            <w:r w:rsidRPr="009906A4">
              <w:rPr>
                <w:bCs/>
                <w:sz w:val="20"/>
              </w:rPr>
              <w:t>DPU</w:t>
            </w:r>
          </w:p>
        </w:tc>
        <w:tc>
          <w:tcPr>
            <w:tcW w:w="606" w:type="pct"/>
          </w:tcPr>
          <w:p w14:paraId="5C78BB1C" w14:textId="13905F10" w:rsidR="002E3EE4" w:rsidRDefault="002E3EE4" w:rsidP="002E3EE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95</w:t>
            </w:r>
          </w:p>
        </w:tc>
        <w:tc>
          <w:tcPr>
            <w:tcW w:w="606" w:type="pct"/>
          </w:tcPr>
          <w:p w14:paraId="1EAEFB8A" w14:textId="72C8561E" w:rsidR="002E3EE4" w:rsidRDefault="00826E32" w:rsidP="002E3EE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606" w:type="pct"/>
          </w:tcPr>
          <w:p w14:paraId="39F492DB" w14:textId="77777777" w:rsidR="002E3EE4" w:rsidRDefault="002E3EE4" w:rsidP="002E3EE4">
            <w:pPr>
              <w:jc w:val="center"/>
              <w:rPr>
                <w:bCs/>
                <w:sz w:val="20"/>
              </w:rPr>
            </w:pPr>
          </w:p>
        </w:tc>
        <w:tc>
          <w:tcPr>
            <w:tcW w:w="606" w:type="pct"/>
            <w:noWrap/>
            <w:vAlign w:val="bottom"/>
          </w:tcPr>
          <w:p w14:paraId="76B2BE76" w14:textId="7D69698E" w:rsidR="002E3EE4" w:rsidRDefault="002E3EE4" w:rsidP="002E3EE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</w:t>
            </w:r>
          </w:p>
        </w:tc>
      </w:tr>
      <w:tr w:rsidR="002E3EE4" w:rsidRPr="00330C91" w14:paraId="62ABBF26" w14:textId="77777777" w:rsidTr="00773768">
        <w:trPr>
          <w:trHeight w:val="255"/>
        </w:trPr>
        <w:tc>
          <w:tcPr>
            <w:tcW w:w="951" w:type="pct"/>
            <w:noWrap/>
            <w:vAlign w:val="bottom"/>
          </w:tcPr>
          <w:p w14:paraId="10965A0A" w14:textId="26703704" w:rsidR="002E3EE4" w:rsidRDefault="002E3EE4" w:rsidP="002E3EE4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Männipaberipuit</w:t>
            </w:r>
          </w:p>
        </w:tc>
        <w:tc>
          <w:tcPr>
            <w:tcW w:w="702" w:type="pct"/>
            <w:noWrap/>
            <w:vAlign w:val="bottom"/>
          </w:tcPr>
          <w:p w14:paraId="7308FA76" w14:textId="446CD4B2" w:rsidR="002E3EE4" w:rsidRPr="00330C91" w:rsidRDefault="002E3EE4" w:rsidP="002E3EE4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Tila</w:t>
            </w:r>
          </w:p>
        </w:tc>
        <w:tc>
          <w:tcPr>
            <w:tcW w:w="923" w:type="pct"/>
          </w:tcPr>
          <w:p w14:paraId="3A7D6FFD" w14:textId="17A1961A" w:rsidR="002E3EE4" w:rsidRDefault="002E3EE4" w:rsidP="002E3EE4">
            <w:pPr>
              <w:jc w:val="center"/>
              <w:rPr>
                <w:bCs/>
                <w:sz w:val="20"/>
              </w:rPr>
            </w:pPr>
            <w:r w:rsidRPr="009906A4">
              <w:rPr>
                <w:bCs/>
                <w:sz w:val="20"/>
              </w:rPr>
              <w:t>DPU</w:t>
            </w:r>
          </w:p>
        </w:tc>
        <w:tc>
          <w:tcPr>
            <w:tcW w:w="606" w:type="pct"/>
          </w:tcPr>
          <w:p w14:paraId="793DFEC5" w14:textId="622DB9ED" w:rsidR="002E3EE4" w:rsidRDefault="002E3EE4" w:rsidP="002E3EE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145</w:t>
            </w:r>
          </w:p>
        </w:tc>
        <w:tc>
          <w:tcPr>
            <w:tcW w:w="606" w:type="pct"/>
          </w:tcPr>
          <w:p w14:paraId="5A63BECE" w14:textId="2D0CE32B" w:rsidR="002E3EE4" w:rsidRDefault="002E3EE4" w:rsidP="002E3EE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300</w:t>
            </w:r>
          </w:p>
        </w:tc>
        <w:tc>
          <w:tcPr>
            <w:tcW w:w="606" w:type="pct"/>
          </w:tcPr>
          <w:p w14:paraId="3F9BCCC3" w14:textId="77777777" w:rsidR="002E3EE4" w:rsidRDefault="002E3EE4" w:rsidP="002E3EE4">
            <w:pPr>
              <w:jc w:val="center"/>
              <w:rPr>
                <w:bCs/>
                <w:sz w:val="20"/>
              </w:rPr>
            </w:pPr>
          </w:p>
        </w:tc>
        <w:tc>
          <w:tcPr>
            <w:tcW w:w="606" w:type="pct"/>
            <w:noWrap/>
            <w:vAlign w:val="bottom"/>
          </w:tcPr>
          <w:p w14:paraId="570B2C35" w14:textId="0181C14C" w:rsidR="002E3EE4" w:rsidRDefault="002E3EE4" w:rsidP="002E3EE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445</w:t>
            </w:r>
          </w:p>
        </w:tc>
      </w:tr>
    </w:tbl>
    <w:p w14:paraId="6E07E065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3F387003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490EEC">
        <w:rPr>
          <w:b/>
          <w:spacing w:val="0"/>
          <w:position w:val="0"/>
          <w:sz w:val="20"/>
          <w:lang w:eastAsia="et-EE"/>
        </w:rPr>
        <w:t>8-17.00</w:t>
      </w:r>
      <w:r w:rsidRPr="001A043B">
        <w:rPr>
          <w:b/>
          <w:spacing w:val="0"/>
          <w:position w:val="0"/>
          <w:sz w:val="20"/>
          <w:lang w:eastAsia="et-EE"/>
        </w:rPr>
        <w:t xml:space="preserve"> </w:t>
      </w:r>
      <w:r w:rsidR="00490EEC">
        <w:rPr>
          <w:b/>
          <w:spacing w:val="0"/>
          <w:position w:val="0"/>
          <w:sz w:val="20"/>
          <w:lang w:eastAsia="et-EE"/>
        </w:rPr>
        <w:t>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732DFD87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46640719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06712905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3E3F5D9D" w14:textId="77777777" w:rsidR="00FB180D" w:rsidRPr="00246330" w:rsidRDefault="00FB180D" w:rsidP="00FB180D">
      <w:pPr>
        <w:jc w:val="both"/>
        <w:rPr>
          <w:b/>
          <w:bCs/>
          <w:sz w:val="20"/>
        </w:rPr>
      </w:pPr>
      <w:r w:rsidRPr="00246330">
        <w:rPr>
          <w:b/>
          <w:bCs/>
          <w:sz w:val="20"/>
        </w:rPr>
        <w:t>4</w:t>
      </w:r>
      <w:r>
        <w:rPr>
          <w:b/>
          <w:bCs/>
          <w:sz w:val="20"/>
        </w:rPr>
        <w:t>. Ettemaksugraafik:</w:t>
      </w:r>
    </w:p>
    <w:p w14:paraId="1FF71DBD" w14:textId="77777777" w:rsidR="00FB180D" w:rsidRDefault="00FB180D" w:rsidP="00FB180D">
      <w:pPr>
        <w:rPr>
          <w:sz w:val="20"/>
        </w:rPr>
      </w:pPr>
      <w:r>
        <w:rPr>
          <w:sz w:val="20"/>
        </w:rPr>
        <w:t xml:space="preserve">Ettemaks kolmes osas </w:t>
      </w:r>
      <w:r w:rsidRPr="00330C91">
        <w:rPr>
          <w:sz w:val="20"/>
        </w:rPr>
        <w:t xml:space="preserve">Müüja pangakontole nr </w:t>
      </w:r>
      <w:r>
        <w:rPr>
          <w:sz w:val="20"/>
        </w:rPr>
        <w:t>EE7810</w:t>
      </w:r>
      <w:r w:rsidRPr="00330C91">
        <w:rPr>
          <w:sz w:val="20"/>
        </w:rPr>
        <w:t>10402024861004</w:t>
      </w:r>
      <w:r>
        <w:rPr>
          <w:sz w:val="20"/>
        </w:rPr>
        <w:t>, maksekorraldusele lisada märkus viitega metsamaterjali müügilepingu numbrile:</w:t>
      </w:r>
    </w:p>
    <w:p w14:paraId="7F053E8E" w14:textId="0CE5EC90" w:rsidR="00826E32" w:rsidRDefault="002C7995" w:rsidP="00826E32">
      <w:pPr>
        <w:numPr>
          <w:ilvl w:val="0"/>
          <w:numId w:val="14"/>
        </w:num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1</w:t>
      </w:r>
      <w:r w:rsidR="00053CDD">
        <w:rPr>
          <w:color w:val="000000" w:themeColor="text1"/>
          <w:sz w:val="20"/>
        </w:rPr>
        <w:t>5</w:t>
      </w:r>
      <w:r w:rsidR="00FB180D" w:rsidRPr="004E5557">
        <w:rPr>
          <w:color w:val="000000" w:themeColor="text1"/>
          <w:sz w:val="20"/>
        </w:rPr>
        <w:t>.0</w:t>
      </w:r>
      <w:r w:rsidR="00053CDD">
        <w:rPr>
          <w:color w:val="000000" w:themeColor="text1"/>
          <w:sz w:val="20"/>
        </w:rPr>
        <w:t>4</w:t>
      </w:r>
      <w:r w:rsidR="00FB180D" w:rsidRPr="004E5557">
        <w:rPr>
          <w:color w:val="000000" w:themeColor="text1"/>
          <w:sz w:val="20"/>
        </w:rPr>
        <w:t>.202</w:t>
      </w:r>
      <w:r w:rsidR="00053CDD">
        <w:rPr>
          <w:color w:val="000000" w:themeColor="text1"/>
          <w:sz w:val="20"/>
        </w:rPr>
        <w:t>4</w:t>
      </w:r>
      <w:r w:rsidR="00FB180D" w:rsidRPr="004E5557">
        <w:rPr>
          <w:color w:val="000000" w:themeColor="text1"/>
          <w:sz w:val="20"/>
        </w:rPr>
        <w:t xml:space="preserve"> a.  summas </w:t>
      </w:r>
      <w:r w:rsidR="00053CDD">
        <w:rPr>
          <w:color w:val="000000" w:themeColor="text1"/>
          <w:sz w:val="20"/>
        </w:rPr>
        <w:t>55 975</w:t>
      </w:r>
      <w:r w:rsidR="00FB180D" w:rsidRPr="004E5557">
        <w:rPr>
          <w:color w:val="000000" w:themeColor="text1"/>
          <w:sz w:val="20"/>
        </w:rPr>
        <w:t xml:space="preserve"> (</w:t>
      </w:r>
      <w:r w:rsidR="007117D7">
        <w:rPr>
          <w:color w:val="000000" w:themeColor="text1"/>
          <w:sz w:val="20"/>
        </w:rPr>
        <w:t xml:space="preserve">viiskümmend viis </w:t>
      </w:r>
      <w:r w:rsidR="002671A9">
        <w:rPr>
          <w:color w:val="000000" w:themeColor="text1"/>
          <w:sz w:val="20"/>
        </w:rPr>
        <w:t xml:space="preserve">tuhat </w:t>
      </w:r>
      <w:r w:rsidR="007117D7">
        <w:rPr>
          <w:color w:val="000000" w:themeColor="text1"/>
          <w:sz w:val="20"/>
        </w:rPr>
        <w:t>üheksa</w:t>
      </w:r>
      <w:r w:rsidR="002671A9">
        <w:rPr>
          <w:color w:val="000000" w:themeColor="text1"/>
          <w:sz w:val="20"/>
        </w:rPr>
        <w:t xml:space="preserve">sada </w:t>
      </w:r>
      <w:r w:rsidR="007117D7">
        <w:rPr>
          <w:color w:val="000000" w:themeColor="text1"/>
          <w:sz w:val="20"/>
        </w:rPr>
        <w:t>seitsek</w:t>
      </w:r>
      <w:r w:rsidR="002671A9">
        <w:rPr>
          <w:color w:val="000000" w:themeColor="text1"/>
          <w:sz w:val="20"/>
        </w:rPr>
        <w:t xml:space="preserve">ümmend </w:t>
      </w:r>
      <w:r w:rsidR="007117D7">
        <w:rPr>
          <w:color w:val="000000" w:themeColor="text1"/>
          <w:sz w:val="20"/>
        </w:rPr>
        <w:t>viis</w:t>
      </w:r>
      <w:r>
        <w:rPr>
          <w:color w:val="000000" w:themeColor="text1"/>
          <w:sz w:val="20"/>
        </w:rPr>
        <w:t xml:space="preserve"> </w:t>
      </w:r>
      <w:r w:rsidR="00FB180D" w:rsidRPr="004E5557">
        <w:rPr>
          <w:color w:val="000000" w:themeColor="text1"/>
          <w:sz w:val="20"/>
        </w:rPr>
        <w:t>) eurot;</w:t>
      </w:r>
    </w:p>
    <w:p w14:paraId="6D843516" w14:textId="1786BE9F" w:rsidR="00826E32" w:rsidRDefault="00053CDD" w:rsidP="00826E32">
      <w:pPr>
        <w:numPr>
          <w:ilvl w:val="0"/>
          <w:numId w:val="14"/>
        </w:num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6</w:t>
      </w:r>
      <w:r w:rsidR="00826E32" w:rsidRPr="004E5557">
        <w:rPr>
          <w:color w:val="000000" w:themeColor="text1"/>
          <w:sz w:val="20"/>
        </w:rPr>
        <w:t>.0</w:t>
      </w:r>
      <w:r>
        <w:rPr>
          <w:color w:val="000000" w:themeColor="text1"/>
          <w:sz w:val="20"/>
        </w:rPr>
        <w:t>5</w:t>
      </w:r>
      <w:r w:rsidR="00826E32" w:rsidRPr="004E5557">
        <w:rPr>
          <w:color w:val="000000" w:themeColor="text1"/>
          <w:sz w:val="20"/>
        </w:rPr>
        <w:t>.20</w:t>
      </w:r>
      <w:r>
        <w:rPr>
          <w:color w:val="000000" w:themeColor="text1"/>
          <w:sz w:val="20"/>
        </w:rPr>
        <w:t>24</w:t>
      </w:r>
      <w:r w:rsidR="00826E32" w:rsidRPr="004E5557">
        <w:rPr>
          <w:color w:val="000000" w:themeColor="text1"/>
          <w:sz w:val="20"/>
        </w:rPr>
        <w:t xml:space="preserve"> a.  summas </w:t>
      </w:r>
      <w:r>
        <w:rPr>
          <w:color w:val="000000" w:themeColor="text1"/>
          <w:sz w:val="20"/>
        </w:rPr>
        <w:t>98 330</w:t>
      </w:r>
      <w:r w:rsidR="00826E32" w:rsidRPr="004E5557">
        <w:rPr>
          <w:color w:val="000000" w:themeColor="text1"/>
          <w:sz w:val="20"/>
        </w:rPr>
        <w:t xml:space="preserve"> (</w:t>
      </w:r>
      <w:r w:rsidR="007117D7">
        <w:rPr>
          <w:color w:val="000000" w:themeColor="text1"/>
          <w:sz w:val="20"/>
        </w:rPr>
        <w:t xml:space="preserve">üheksakümmend kaheks tuhat kolmsada kolmkümmend </w:t>
      </w:r>
      <w:r w:rsidR="00826E32" w:rsidRPr="004E5557">
        <w:rPr>
          <w:color w:val="000000" w:themeColor="text1"/>
          <w:sz w:val="20"/>
        </w:rPr>
        <w:t>) eurot;</w:t>
      </w:r>
    </w:p>
    <w:p w14:paraId="03F57838" w14:textId="2AF4A154" w:rsidR="00826E32" w:rsidRDefault="00053CDD" w:rsidP="00826E32">
      <w:pPr>
        <w:numPr>
          <w:ilvl w:val="0"/>
          <w:numId w:val="14"/>
        </w:num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3</w:t>
      </w:r>
      <w:r w:rsidR="00826E32" w:rsidRPr="004E5557">
        <w:rPr>
          <w:color w:val="000000" w:themeColor="text1"/>
          <w:sz w:val="20"/>
        </w:rPr>
        <w:t>.0</w:t>
      </w:r>
      <w:r>
        <w:rPr>
          <w:color w:val="000000" w:themeColor="text1"/>
          <w:sz w:val="20"/>
        </w:rPr>
        <w:t>6</w:t>
      </w:r>
      <w:r w:rsidR="00826E32" w:rsidRPr="004E5557">
        <w:rPr>
          <w:color w:val="000000" w:themeColor="text1"/>
          <w:sz w:val="20"/>
        </w:rPr>
        <w:t>.202</w:t>
      </w:r>
      <w:r>
        <w:rPr>
          <w:color w:val="000000" w:themeColor="text1"/>
          <w:sz w:val="20"/>
        </w:rPr>
        <w:t>4</w:t>
      </w:r>
      <w:r w:rsidR="00826E32" w:rsidRPr="004E5557">
        <w:rPr>
          <w:color w:val="000000" w:themeColor="text1"/>
          <w:sz w:val="20"/>
        </w:rPr>
        <w:t xml:space="preserve"> a.  summas </w:t>
      </w:r>
      <w:r>
        <w:rPr>
          <w:color w:val="000000" w:themeColor="text1"/>
          <w:sz w:val="20"/>
        </w:rPr>
        <w:t>15 885</w:t>
      </w:r>
      <w:r w:rsidR="00826E32" w:rsidRPr="004E5557">
        <w:rPr>
          <w:color w:val="000000" w:themeColor="text1"/>
          <w:sz w:val="20"/>
        </w:rPr>
        <w:t xml:space="preserve"> (</w:t>
      </w:r>
      <w:r w:rsidR="007117D7">
        <w:rPr>
          <w:color w:val="000000" w:themeColor="text1"/>
          <w:sz w:val="20"/>
        </w:rPr>
        <w:t xml:space="preserve">viisteist tuhat </w:t>
      </w:r>
      <w:r w:rsidR="00A012CE">
        <w:rPr>
          <w:color w:val="000000" w:themeColor="text1"/>
          <w:sz w:val="20"/>
        </w:rPr>
        <w:t xml:space="preserve">kaheksasada kaheksakümmend viis </w:t>
      </w:r>
      <w:r w:rsidR="00826E32" w:rsidRPr="004E5557">
        <w:rPr>
          <w:color w:val="000000" w:themeColor="text1"/>
          <w:sz w:val="20"/>
        </w:rPr>
        <w:t>) eurot;</w:t>
      </w:r>
    </w:p>
    <w:p w14:paraId="00289310" w14:textId="77777777" w:rsidR="00826E32" w:rsidRPr="00826E32" w:rsidRDefault="00826E32" w:rsidP="00826E32">
      <w:pPr>
        <w:ind w:left="720"/>
        <w:rPr>
          <w:color w:val="000000" w:themeColor="text1"/>
          <w:sz w:val="20"/>
        </w:rPr>
      </w:pPr>
    </w:p>
    <w:p w14:paraId="5C40EFD2" w14:textId="70F99EFD" w:rsidR="00E2314F" w:rsidRPr="004E5557" w:rsidRDefault="00E2314F" w:rsidP="002C7995">
      <w:pPr>
        <w:ind w:left="720"/>
        <w:rPr>
          <w:color w:val="000000" w:themeColor="text1"/>
          <w:sz w:val="20"/>
        </w:rPr>
      </w:pPr>
    </w:p>
    <w:p w14:paraId="3E5FCB76" w14:textId="77777777" w:rsidR="00FB180D" w:rsidRPr="00506481" w:rsidRDefault="00FB180D" w:rsidP="00FB180D">
      <w:pPr>
        <w:jc w:val="both"/>
        <w:rPr>
          <w:bCs/>
          <w:color w:val="FF0000"/>
          <w:sz w:val="20"/>
        </w:rPr>
      </w:pPr>
    </w:p>
    <w:p w14:paraId="7C0D4C20" w14:textId="77777777" w:rsidR="00FB180D" w:rsidRPr="00330C91" w:rsidRDefault="00FB180D" w:rsidP="00FB180D">
      <w:pPr>
        <w:rPr>
          <w:b/>
          <w:sz w:val="20"/>
        </w:rPr>
      </w:pPr>
      <w:r>
        <w:rPr>
          <w:b/>
          <w:sz w:val="20"/>
        </w:rPr>
        <w:t>5</w:t>
      </w:r>
      <w:r w:rsidRPr="00330C91">
        <w:rPr>
          <w:b/>
          <w:sz w:val="20"/>
        </w:rPr>
        <w:t xml:space="preserve">. Poolte allkirjad  </w:t>
      </w:r>
    </w:p>
    <w:p w14:paraId="252E54CC" w14:textId="77777777" w:rsidR="005253F3" w:rsidRPr="00330C91" w:rsidRDefault="005253F3" w:rsidP="00EB57EF">
      <w:pPr>
        <w:rPr>
          <w:b/>
          <w:sz w:val="20"/>
        </w:rPr>
      </w:pPr>
    </w:p>
    <w:p w14:paraId="7D77E29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7B3D65F7" w14:textId="77777777" w:rsidR="005253F3" w:rsidRPr="00330C91" w:rsidRDefault="005253F3" w:rsidP="00EB57EF">
      <w:pPr>
        <w:rPr>
          <w:b/>
          <w:sz w:val="20"/>
        </w:rPr>
      </w:pPr>
    </w:p>
    <w:p w14:paraId="7D7DB920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B33FF54" w14:textId="77777777" w:rsidR="005253F3" w:rsidRPr="00330C91" w:rsidRDefault="005253F3" w:rsidP="00EB57EF">
      <w:pPr>
        <w:rPr>
          <w:i/>
          <w:sz w:val="20"/>
        </w:rPr>
      </w:pPr>
    </w:p>
    <w:p w14:paraId="74D71959" w14:textId="77326479" w:rsidR="005B086F" w:rsidRDefault="005B086F" w:rsidP="005B086F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2C7995">
        <w:rPr>
          <w:b/>
          <w:sz w:val="20"/>
        </w:rPr>
        <w:t>Martin Seesmaa</w:t>
      </w:r>
    </w:p>
    <w:p w14:paraId="7AF45162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09E305BB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5794D123" w14:textId="77777777" w:rsidR="007630BF" w:rsidRPr="00330C91" w:rsidRDefault="007630BF" w:rsidP="007630B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FFL Trading 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032803C2" w14:textId="77777777" w:rsidR="007630BF" w:rsidRPr="00330C91" w:rsidRDefault="007630BF" w:rsidP="007630B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3124ED5D" w14:textId="77777777" w:rsidR="007630BF" w:rsidRDefault="007630BF" w:rsidP="007630BF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2024/136   </w:t>
      </w:r>
      <w:r w:rsidRPr="00330C91">
        <w:rPr>
          <w:spacing w:val="0"/>
          <w:position w:val="0"/>
          <w:sz w:val="20"/>
        </w:rPr>
        <w:t>juurde</w:t>
      </w:r>
    </w:p>
    <w:p w14:paraId="6DDEE76D" w14:textId="77777777" w:rsidR="00031196" w:rsidRDefault="00031196" w:rsidP="00031196"/>
    <w:p w14:paraId="1B613FE7" w14:textId="77777777" w:rsidR="00031196" w:rsidRDefault="00031196" w:rsidP="00031196"/>
    <w:p w14:paraId="7CDD4BC5" w14:textId="77777777" w:rsidR="00031196" w:rsidRPr="00031196" w:rsidRDefault="00031196" w:rsidP="00031196"/>
    <w:p w14:paraId="50B0B003" w14:textId="77777777" w:rsidR="005253F3" w:rsidRPr="00330C91" w:rsidRDefault="005253F3" w:rsidP="00B30713">
      <w:pPr>
        <w:pStyle w:val="Heading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255D4F37" w14:textId="77777777" w:rsidR="005253F3" w:rsidRPr="00330C91" w:rsidRDefault="005253F3" w:rsidP="00244AC9">
      <w:pPr>
        <w:rPr>
          <w:sz w:val="20"/>
        </w:rPr>
      </w:pPr>
    </w:p>
    <w:p w14:paraId="07B4A895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C92265">
        <w:rPr>
          <w:sz w:val="20"/>
        </w:rPr>
        <w:t>ale digitaalallkirja kuupäevale</w:t>
      </w:r>
    </w:p>
    <w:p w14:paraId="38B40710" w14:textId="77777777" w:rsidR="005253F3" w:rsidRPr="00330C91" w:rsidRDefault="005253F3" w:rsidP="00B30713">
      <w:pPr>
        <w:rPr>
          <w:sz w:val="18"/>
          <w:szCs w:val="18"/>
        </w:rPr>
      </w:pPr>
    </w:p>
    <w:p w14:paraId="6D7FCDB9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5B041509" w14:textId="77777777" w:rsidR="005253F3" w:rsidRPr="00330C91" w:rsidRDefault="005253F3" w:rsidP="005655A4">
      <w:pPr>
        <w:rPr>
          <w:b/>
          <w:sz w:val="18"/>
        </w:rPr>
      </w:pPr>
    </w:p>
    <w:p w14:paraId="46A7EA96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32DF610C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 </w:t>
      </w:r>
      <w:r w:rsidRPr="00490EEC">
        <w:rPr>
          <w:bCs/>
          <w:sz w:val="20"/>
        </w:rPr>
        <w:t>„RMK virnmaterjali standard“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3E9ADA0F" w14:textId="77777777" w:rsidR="005253F3" w:rsidRPr="00330C91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5253F3" w:rsidRPr="00330C91" w14:paraId="7087DCA2" w14:textId="77777777" w:rsidTr="00186C0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3CFA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2041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4ADC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AD52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5253F3" w:rsidRPr="00330C91" w14:paraId="3FEFC935" w14:textId="77777777" w:rsidTr="006549F7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1562" w14:textId="31F03CD2" w:rsidR="005253F3" w:rsidRPr="00330C91" w:rsidRDefault="0099744A" w:rsidP="00540171">
            <w:pPr>
              <w:rPr>
                <w:bCs/>
                <w:sz w:val="20"/>
              </w:rPr>
            </w:pPr>
            <w:r w:rsidRPr="0099744A">
              <w:rPr>
                <w:bCs/>
                <w:sz w:val="20"/>
              </w:rPr>
              <w:t>Kuuse</w:t>
            </w:r>
            <w:r w:rsidR="006549F7">
              <w:rPr>
                <w:bCs/>
                <w:sz w:val="20"/>
              </w:rPr>
              <w:t>paberipuit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250C" w14:textId="77DE8C79" w:rsidR="005253F3" w:rsidRPr="00330C91" w:rsidRDefault="006549F7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  <w:r w:rsidR="00490EEC">
              <w:rPr>
                <w:bCs/>
                <w:sz w:val="20"/>
              </w:rPr>
              <w:t>/</w:t>
            </w:r>
            <w:r>
              <w:rPr>
                <w:bCs/>
                <w:sz w:val="20"/>
              </w:rPr>
              <w:t>70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0A9F0C0A" w14:textId="2FED7A2A" w:rsidR="005253F3" w:rsidRPr="00330C91" w:rsidRDefault="006549F7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129D8479" w14:textId="4277325A" w:rsidR="005253F3" w:rsidRPr="00330C91" w:rsidRDefault="005253F3" w:rsidP="00AD3838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 w:rsidR="00490EEC">
              <w:rPr>
                <w:bCs/>
                <w:sz w:val="20"/>
              </w:rPr>
              <w:t>2.</w:t>
            </w:r>
            <w:r w:rsidR="006549F7">
              <w:rPr>
                <w:bCs/>
                <w:sz w:val="20"/>
              </w:rPr>
              <w:t>2</w:t>
            </w:r>
          </w:p>
        </w:tc>
      </w:tr>
      <w:tr w:rsidR="006549F7" w:rsidRPr="00330C91" w14:paraId="79C4425C" w14:textId="77777777" w:rsidTr="006549F7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AC46" w14:textId="1CAEA1F2" w:rsidR="006549F7" w:rsidRPr="0099744A" w:rsidRDefault="006549F7" w:rsidP="006549F7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Männipaberipuit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DE81" w14:textId="2F09CCEA" w:rsidR="006549F7" w:rsidRDefault="006549F7" w:rsidP="006549F7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6/70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2A5BFC57" w14:textId="260706EC" w:rsidR="006549F7" w:rsidRDefault="006549F7" w:rsidP="006549F7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25EC6AA7" w14:textId="65D13630" w:rsidR="006549F7" w:rsidRPr="00330C91" w:rsidRDefault="006549F7" w:rsidP="006549F7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</w:t>
            </w:r>
            <w:r>
              <w:rPr>
                <w:bCs/>
                <w:sz w:val="20"/>
              </w:rPr>
              <w:t>3</w:t>
            </w:r>
          </w:p>
        </w:tc>
      </w:tr>
    </w:tbl>
    <w:p w14:paraId="6D06D962" w14:textId="77777777" w:rsidR="005253F3" w:rsidRPr="00490EEC" w:rsidRDefault="005253F3" w:rsidP="005655A4">
      <w:pPr>
        <w:rPr>
          <w:b/>
          <w:bCs/>
          <w:sz w:val="20"/>
        </w:rPr>
      </w:pPr>
    </w:p>
    <w:p w14:paraId="3ACE6A5B" w14:textId="77777777" w:rsidR="005253F3" w:rsidRPr="00490EEC" w:rsidRDefault="005253F3" w:rsidP="001E23CC">
      <w:pPr>
        <w:rPr>
          <w:bCs/>
          <w:sz w:val="20"/>
        </w:rPr>
      </w:pPr>
      <w:r w:rsidRPr="00490EEC">
        <w:rPr>
          <w:b/>
          <w:bCs/>
          <w:sz w:val="20"/>
        </w:rPr>
        <w:t>1.3.</w:t>
      </w:r>
      <w:r w:rsidRPr="00490EEC">
        <w:rPr>
          <w:bCs/>
          <w:sz w:val="20"/>
        </w:rPr>
        <w:t xml:space="preserve"> Sätestamata kvaliteeditingimuste, kvaliteeti puudutavate mõistete ja definitsioonide osas juhinduvad Pooled </w:t>
      </w:r>
      <w:r w:rsidR="00490EEC" w:rsidRPr="00490EEC">
        <w:rPr>
          <w:bCs/>
          <w:sz w:val="20"/>
        </w:rPr>
        <w:t>RMK virnmaterjalide standardis</w:t>
      </w:r>
      <w:r w:rsidRPr="00490EEC">
        <w:rPr>
          <w:bCs/>
          <w:sz w:val="20"/>
        </w:rPr>
        <w:t xml:space="preserve"> sätestatust. Kõikidel nottidel koormas võib esineda lubatud piirides kahjustusi.</w:t>
      </w:r>
    </w:p>
    <w:p w14:paraId="1BD2F250" w14:textId="77777777" w:rsidR="005253F3" w:rsidRPr="00490EEC" w:rsidRDefault="005253F3" w:rsidP="001E23CC">
      <w:pPr>
        <w:rPr>
          <w:spacing w:val="0"/>
          <w:position w:val="0"/>
          <w:sz w:val="20"/>
          <w:lang w:eastAsia="et-EE"/>
        </w:rPr>
      </w:pPr>
    </w:p>
    <w:p w14:paraId="06A6A4F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212FFD4" w14:textId="77777777" w:rsidR="005253F3" w:rsidRPr="00330C91" w:rsidRDefault="005253F3" w:rsidP="00EB57EF">
      <w:pPr>
        <w:rPr>
          <w:b/>
          <w:sz w:val="20"/>
        </w:rPr>
      </w:pPr>
    </w:p>
    <w:p w14:paraId="6DED4406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2579C7B" w14:textId="77777777" w:rsidR="005253F3" w:rsidRPr="00330C91" w:rsidRDefault="005253F3" w:rsidP="00EB57EF">
      <w:pPr>
        <w:rPr>
          <w:sz w:val="20"/>
        </w:rPr>
      </w:pPr>
    </w:p>
    <w:p w14:paraId="361AEFBA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26B92A1" w14:textId="77777777" w:rsidR="005253F3" w:rsidRPr="00330C91" w:rsidRDefault="005253F3" w:rsidP="00EB57EF">
      <w:pPr>
        <w:rPr>
          <w:i/>
          <w:sz w:val="20"/>
        </w:rPr>
      </w:pPr>
    </w:p>
    <w:p w14:paraId="33E4FF15" w14:textId="34F3FD99" w:rsidR="00264D22" w:rsidRDefault="00264D22" w:rsidP="00264D22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99744A">
        <w:rPr>
          <w:b/>
          <w:sz w:val="20"/>
        </w:rPr>
        <w:t>Martin Seesmaa</w:t>
      </w:r>
    </w:p>
    <w:p w14:paraId="731AA53D" w14:textId="77777777" w:rsidR="00490EEC" w:rsidRDefault="00490EEC" w:rsidP="00490EEC">
      <w:pPr>
        <w:rPr>
          <w:b/>
          <w:sz w:val="20"/>
        </w:rPr>
      </w:pPr>
    </w:p>
    <w:p w14:paraId="6042027B" w14:textId="77777777" w:rsidR="005253F3" w:rsidRPr="00330C91" w:rsidRDefault="005253F3" w:rsidP="00B30713">
      <w:pPr>
        <w:rPr>
          <w:b/>
          <w:sz w:val="20"/>
        </w:rPr>
      </w:pPr>
    </w:p>
    <w:p w14:paraId="5F66031F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172ED983" w14:textId="77777777" w:rsidR="007630BF" w:rsidRPr="00330C91" w:rsidRDefault="007630BF" w:rsidP="007630B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FFL Trading 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7B5B4124" w14:textId="77777777" w:rsidR="007630BF" w:rsidRPr="00330C91" w:rsidRDefault="007630BF" w:rsidP="007630B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76DEF803" w14:textId="77777777" w:rsidR="007630BF" w:rsidRDefault="007630BF" w:rsidP="007630BF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2024/136   </w:t>
      </w:r>
      <w:r w:rsidRPr="00330C91">
        <w:rPr>
          <w:spacing w:val="0"/>
          <w:position w:val="0"/>
          <w:sz w:val="20"/>
        </w:rPr>
        <w:t>juurde</w:t>
      </w:r>
    </w:p>
    <w:p w14:paraId="007A7F52" w14:textId="70B2D1FD" w:rsidR="002671A9" w:rsidRDefault="002671A9" w:rsidP="002671A9">
      <w:pPr>
        <w:ind w:left="4080" w:firstLine="680"/>
        <w:jc w:val="center"/>
        <w:rPr>
          <w:spacing w:val="0"/>
          <w:position w:val="0"/>
          <w:sz w:val="20"/>
        </w:rPr>
      </w:pPr>
    </w:p>
    <w:p w14:paraId="6667030C" w14:textId="77777777" w:rsidR="00031196" w:rsidRPr="00031196" w:rsidRDefault="00031196" w:rsidP="00031196"/>
    <w:p w14:paraId="18ECCA50" w14:textId="77777777" w:rsidR="005253F3" w:rsidRPr="00330C91" w:rsidRDefault="005253F3" w:rsidP="001E23CC">
      <w:pPr>
        <w:pStyle w:val="Heading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4F1A2891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399323C9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5CD09914" w14:textId="77777777" w:rsidR="005253F3" w:rsidRPr="00330C91" w:rsidRDefault="005253F3" w:rsidP="00B30713">
      <w:pPr>
        <w:rPr>
          <w:sz w:val="18"/>
          <w:szCs w:val="18"/>
        </w:rPr>
      </w:pPr>
    </w:p>
    <w:p w14:paraId="498D83E9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550A4DD8" w14:textId="77777777" w:rsidR="005253F3" w:rsidRPr="00330C91" w:rsidRDefault="005253F3" w:rsidP="005655A4">
      <w:pPr>
        <w:rPr>
          <w:b/>
          <w:sz w:val="18"/>
        </w:rPr>
      </w:pPr>
    </w:p>
    <w:p w14:paraId="07594D43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07F5A523" w14:textId="77777777" w:rsidR="005253F3" w:rsidRPr="00330C91" w:rsidRDefault="005253F3" w:rsidP="005655A4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5"/>
        <w:gridCol w:w="2307"/>
        <w:gridCol w:w="2250"/>
        <w:gridCol w:w="1859"/>
      </w:tblGrid>
      <w:tr w:rsidR="00195559" w:rsidRPr="00330C91" w14:paraId="2A1BDE69" w14:textId="77777777" w:rsidTr="00195559">
        <w:trPr>
          <w:trHeight w:val="277"/>
        </w:trPr>
        <w:tc>
          <w:tcPr>
            <w:tcW w:w="1763" w:type="pct"/>
            <w:vAlign w:val="bottom"/>
          </w:tcPr>
          <w:p w14:paraId="75CCE01E" w14:textId="77777777" w:rsidR="00195559" w:rsidRPr="00330C91" w:rsidRDefault="00195559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164" w:type="pct"/>
            <w:vAlign w:val="bottom"/>
          </w:tcPr>
          <w:p w14:paraId="4FBEC5C6" w14:textId="77777777" w:rsidR="00195559" w:rsidRPr="00330C91" w:rsidRDefault="00195559" w:rsidP="000A0DDE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135" w:type="pct"/>
            <w:vAlign w:val="bottom"/>
          </w:tcPr>
          <w:p w14:paraId="64B625E7" w14:textId="77777777" w:rsidR="00195559" w:rsidRPr="00330C91" w:rsidRDefault="00195559" w:rsidP="00AD383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938" w:type="pct"/>
          </w:tcPr>
          <w:p w14:paraId="3AD8FB1D" w14:textId="77777777" w:rsidR="00195559" w:rsidRPr="00330C91" w:rsidRDefault="00195559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195559" w:rsidRPr="00330C91" w14:paraId="1D792CF1" w14:textId="77777777" w:rsidTr="00195559">
        <w:trPr>
          <w:trHeight w:val="287"/>
        </w:trPr>
        <w:tc>
          <w:tcPr>
            <w:tcW w:w="1763" w:type="pct"/>
            <w:vAlign w:val="bottom"/>
          </w:tcPr>
          <w:p w14:paraId="0A301912" w14:textId="12EDA626" w:rsidR="00195559" w:rsidRPr="00330C91" w:rsidRDefault="00B740C1" w:rsidP="000A0DDE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Horsa</w:t>
            </w:r>
          </w:p>
        </w:tc>
        <w:tc>
          <w:tcPr>
            <w:tcW w:w="1164" w:type="pct"/>
          </w:tcPr>
          <w:p w14:paraId="723E807B" w14:textId="497A3748" w:rsidR="00195559" w:rsidRPr="00330C91" w:rsidRDefault="00B740C1" w:rsidP="00994A2C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Kuusepaberipuit</w:t>
            </w:r>
          </w:p>
        </w:tc>
        <w:tc>
          <w:tcPr>
            <w:tcW w:w="1135" w:type="pct"/>
            <w:vAlign w:val="bottom"/>
          </w:tcPr>
          <w:p w14:paraId="62D3F0AF" w14:textId="77777777" w:rsidR="00195559" w:rsidRPr="00330C91" w:rsidRDefault="00195559" w:rsidP="00994A2C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77C5491B" w14:textId="5615491E" w:rsidR="00195559" w:rsidRPr="00330C91" w:rsidRDefault="00B740C1" w:rsidP="00994A2C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62</w:t>
            </w:r>
          </w:p>
        </w:tc>
      </w:tr>
      <w:tr w:rsidR="00B740C1" w:rsidRPr="00330C91" w14:paraId="4FDD8A66" w14:textId="77777777" w:rsidTr="00195559">
        <w:trPr>
          <w:trHeight w:val="287"/>
        </w:trPr>
        <w:tc>
          <w:tcPr>
            <w:tcW w:w="1763" w:type="pct"/>
            <w:vAlign w:val="bottom"/>
          </w:tcPr>
          <w:p w14:paraId="47323CD9" w14:textId="71D2322E" w:rsidR="00B740C1" w:rsidRDefault="00B740C1" w:rsidP="00B740C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Oomiste</w:t>
            </w:r>
          </w:p>
        </w:tc>
        <w:tc>
          <w:tcPr>
            <w:tcW w:w="1164" w:type="pct"/>
          </w:tcPr>
          <w:p w14:paraId="6D55225A" w14:textId="320709D3" w:rsidR="00B740C1" w:rsidRPr="00195559" w:rsidRDefault="00B740C1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Kuusepaberipuit</w:t>
            </w:r>
          </w:p>
        </w:tc>
        <w:tc>
          <w:tcPr>
            <w:tcW w:w="1135" w:type="pct"/>
            <w:vAlign w:val="bottom"/>
          </w:tcPr>
          <w:p w14:paraId="7613C882" w14:textId="5310BE51" w:rsidR="00B740C1" w:rsidRDefault="00B740C1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70002021" w14:textId="7DE7E799" w:rsidR="00B740C1" w:rsidRDefault="00B740C1" w:rsidP="00B740C1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62</w:t>
            </w:r>
          </w:p>
        </w:tc>
      </w:tr>
      <w:tr w:rsidR="00B740C1" w:rsidRPr="00330C91" w14:paraId="4C6D0988" w14:textId="77777777" w:rsidTr="00195559">
        <w:trPr>
          <w:trHeight w:val="287"/>
        </w:trPr>
        <w:tc>
          <w:tcPr>
            <w:tcW w:w="1763" w:type="pct"/>
            <w:vAlign w:val="bottom"/>
          </w:tcPr>
          <w:p w14:paraId="71F3BDAD" w14:textId="00E3D7C3" w:rsidR="00B740C1" w:rsidRDefault="00B740C1" w:rsidP="00B740C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Horsa </w:t>
            </w:r>
          </w:p>
        </w:tc>
        <w:tc>
          <w:tcPr>
            <w:tcW w:w="1164" w:type="pct"/>
          </w:tcPr>
          <w:p w14:paraId="2EC09B25" w14:textId="11170A84" w:rsidR="00B740C1" w:rsidRPr="00195559" w:rsidRDefault="00B740C1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Männipaberipuit</w:t>
            </w:r>
          </w:p>
        </w:tc>
        <w:tc>
          <w:tcPr>
            <w:tcW w:w="1135" w:type="pct"/>
            <w:vAlign w:val="bottom"/>
          </w:tcPr>
          <w:p w14:paraId="2E0CB9AD" w14:textId="3C6BE40B" w:rsidR="00B740C1" w:rsidRDefault="00B740C1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393BF684" w14:textId="470DB02D" w:rsidR="00B740C1" w:rsidRDefault="00B740C1" w:rsidP="00B740C1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62</w:t>
            </w:r>
          </w:p>
        </w:tc>
      </w:tr>
      <w:tr w:rsidR="00B740C1" w:rsidRPr="00330C91" w14:paraId="6733E4AB" w14:textId="77777777" w:rsidTr="00195559">
        <w:trPr>
          <w:trHeight w:val="287"/>
        </w:trPr>
        <w:tc>
          <w:tcPr>
            <w:tcW w:w="1763" w:type="pct"/>
            <w:vAlign w:val="bottom"/>
          </w:tcPr>
          <w:p w14:paraId="5505D1C7" w14:textId="2463CB06" w:rsidR="00B740C1" w:rsidRDefault="00B740C1" w:rsidP="00B740C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Oomiste</w:t>
            </w:r>
          </w:p>
        </w:tc>
        <w:tc>
          <w:tcPr>
            <w:tcW w:w="1164" w:type="pct"/>
          </w:tcPr>
          <w:p w14:paraId="5B4D92A6" w14:textId="6D7A4DD8" w:rsidR="00B740C1" w:rsidRPr="00195559" w:rsidRDefault="00B740C1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Männipaberipuit</w:t>
            </w:r>
          </w:p>
        </w:tc>
        <w:tc>
          <w:tcPr>
            <w:tcW w:w="1135" w:type="pct"/>
            <w:vAlign w:val="bottom"/>
          </w:tcPr>
          <w:p w14:paraId="49FFDA3F" w14:textId="08093967" w:rsidR="00B740C1" w:rsidRDefault="00B740C1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77648AF6" w14:textId="64EBE77A" w:rsidR="00B740C1" w:rsidRDefault="00B740C1" w:rsidP="00B740C1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62</w:t>
            </w:r>
          </w:p>
        </w:tc>
      </w:tr>
      <w:tr w:rsidR="00B740C1" w:rsidRPr="00330C91" w14:paraId="5717607F" w14:textId="77777777" w:rsidTr="00195559">
        <w:trPr>
          <w:trHeight w:val="287"/>
        </w:trPr>
        <w:tc>
          <w:tcPr>
            <w:tcW w:w="1763" w:type="pct"/>
            <w:vAlign w:val="bottom"/>
          </w:tcPr>
          <w:p w14:paraId="5802F3C1" w14:textId="770051A9" w:rsidR="00B740C1" w:rsidRDefault="00B740C1" w:rsidP="00B740C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Tila</w:t>
            </w:r>
          </w:p>
        </w:tc>
        <w:tc>
          <w:tcPr>
            <w:tcW w:w="1164" w:type="pct"/>
          </w:tcPr>
          <w:p w14:paraId="044E2622" w14:textId="491C22F7" w:rsidR="00B740C1" w:rsidRPr="00195559" w:rsidRDefault="00B740C1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Männipaberipuit</w:t>
            </w:r>
          </w:p>
        </w:tc>
        <w:tc>
          <w:tcPr>
            <w:tcW w:w="1135" w:type="pct"/>
            <w:vAlign w:val="bottom"/>
          </w:tcPr>
          <w:p w14:paraId="451992DC" w14:textId="577629EE" w:rsidR="00B740C1" w:rsidRDefault="00B740C1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0123D7B8" w14:textId="6B33853F" w:rsidR="00B740C1" w:rsidRDefault="00B740C1" w:rsidP="00B740C1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62</w:t>
            </w:r>
          </w:p>
        </w:tc>
      </w:tr>
    </w:tbl>
    <w:p w14:paraId="4CBDEBD2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2D0CC210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20%.</w:t>
      </w:r>
    </w:p>
    <w:p w14:paraId="5D7DB36E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3A597813" w14:textId="5BEFEFF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7630BF">
        <w:rPr>
          <w:bCs/>
          <w:sz w:val="20"/>
        </w:rPr>
        <w:t>10</w:t>
      </w:r>
      <w:r w:rsidR="00195559">
        <w:rPr>
          <w:bCs/>
          <w:sz w:val="20"/>
        </w:rPr>
        <w:t>.0</w:t>
      </w:r>
      <w:r w:rsidR="007630BF">
        <w:rPr>
          <w:bCs/>
          <w:sz w:val="20"/>
        </w:rPr>
        <w:t>4</w:t>
      </w:r>
      <w:r w:rsidR="00186C05">
        <w:rPr>
          <w:bCs/>
          <w:sz w:val="20"/>
        </w:rPr>
        <w:t>.202</w:t>
      </w:r>
      <w:r w:rsidR="007630BF">
        <w:rPr>
          <w:bCs/>
          <w:sz w:val="20"/>
        </w:rPr>
        <w:t>4</w:t>
      </w:r>
      <w:r w:rsidRPr="00330C91">
        <w:rPr>
          <w:bCs/>
          <w:sz w:val="20"/>
        </w:rPr>
        <w:t xml:space="preserve"> kuni </w:t>
      </w:r>
      <w:r w:rsidR="00490EEC">
        <w:rPr>
          <w:bCs/>
          <w:sz w:val="20"/>
        </w:rPr>
        <w:t>3</w:t>
      </w:r>
      <w:r w:rsidR="00404746">
        <w:rPr>
          <w:bCs/>
          <w:sz w:val="20"/>
        </w:rPr>
        <w:t>0</w:t>
      </w:r>
      <w:r w:rsidR="002F1187">
        <w:rPr>
          <w:bCs/>
          <w:sz w:val="20"/>
        </w:rPr>
        <w:t>.0</w:t>
      </w:r>
      <w:r w:rsidR="007630BF">
        <w:rPr>
          <w:bCs/>
          <w:sz w:val="20"/>
        </w:rPr>
        <w:t>6</w:t>
      </w:r>
      <w:r w:rsidR="00E87A59">
        <w:rPr>
          <w:bCs/>
          <w:sz w:val="20"/>
        </w:rPr>
        <w:t>.20</w:t>
      </w:r>
      <w:r w:rsidR="002F1187">
        <w:rPr>
          <w:bCs/>
          <w:sz w:val="20"/>
        </w:rPr>
        <w:t>2</w:t>
      </w:r>
      <w:r w:rsidR="007630BF">
        <w:rPr>
          <w:bCs/>
          <w:sz w:val="20"/>
        </w:rPr>
        <w:t>4</w:t>
      </w:r>
      <w:r w:rsidRPr="00330C91">
        <w:rPr>
          <w:bCs/>
          <w:sz w:val="20"/>
        </w:rPr>
        <w:t>.</w:t>
      </w:r>
    </w:p>
    <w:p w14:paraId="15604713" w14:textId="77777777" w:rsidR="006F19D8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29935309" w14:textId="77777777" w:rsidR="006612C7" w:rsidRDefault="006612C7" w:rsidP="006612C7">
      <w:pPr>
        <w:ind w:left="360"/>
        <w:rPr>
          <w:sz w:val="20"/>
        </w:rPr>
      </w:pPr>
    </w:p>
    <w:p w14:paraId="13E53D6A" w14:textId="77777777" w:rsidR="006F19D8" w:rsidRPr="00330C91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5C71C760" w14:textId="77777777" w:rsidR="005253F3" w:rsidRPr="00330C91" w:rsidRDefault="005253F3" w:rsidP="00B30713">
      <w:pPr>
        <w:rPr>
          <w:b/>
          <w:sz w:val="20"/>
        </w:rPr>
      </w:pPr>
    </w:p>
    <w:p w14:paraId="13FA8CB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DF5E07E" w14:textId="77777777" w:rsidR="005253F3" w:rsidRPr="00330C91" w:rsidRDefault="005253F3" w:rsidP="00EB57EF">
      <w:pPr>
        <w:rPr>
          <w:sz w:val="20"/>
        </w:rPr>
      </w:pPr>
    </w:p>
    <w:p w14:paraId="2CB1ED3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0E6D7C3" w14:textId="77777777" w:rsidR="005253F3" w:rsidRPr="00330C91" w:rsidRDefault="005253F3" w:rsidP="00EB57EF">
      <w:pPr>
        <w:rPr>
          <w:sz w:val="20"/>
        </w:rPr>
      </w:pPr>
    </w:p>
    <w:p w14:paraId="72F019D2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001B8029" w14:textId="77777777" w:rsidR="005253F3" w:rsidRPr="00330C91" w:rsidRDefault="005253F3" w:rsidP="00EB57EF">
      <w:pPr>
        <w:rPr>
          <w:sz w:val="20"/>
        </w:rPr>
      </w:pPr>
    </w:p>
    <w:p w14:paraId="3A10438A" w14:textId="0C63B24E" w:rsidR="00264D22" w:rsidRDefault="00264D22" w:rsidP="00264D22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99744A">
        <w:rPr>
          <w:b/>
          <w:sz w:val="20"/>
        </w:rPr>
        <w:t>Martin Seesmaa</w:t>
      </w:r>
    </w:p>
    <w:p w14:paraId="1CFBEA24" w14:textId="77777777" w:rsidR="005253F3" w:rsidRPr="00EB57EF" w:rsidRDefault="005253F3" w:rsidP="00EB57EF">
      <w:pPr>
        <w:rPr>
          <w:i/>
          <w:sz w:val="20"/>
        </w:rPr>
      </w:pPr>
    </w:p>
    <w:sectPr w:rsidR="005253F3" w:rsidRPr="00EB57EF" w:rsidSect="00B923F1">
      <w:headerReference w:type="default" r:id="rId7"/>
      <w:headerReference w:type="first" r:id="rId8"/>
      <w:footerReference w:type="first" r:id="rId9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2F9FD" w14:textId="77777777" w:rsidR="00627D50" w:rsidRDefault="00627D50">
      <w:r>
        <w:separator/>
      </w:r>
    </w:p>
  </w:endnote>
  <w:endnote w:type="continuationSeparator" w:id="0">
    <w:p w14:paraId="14FFAE3F" w14:textId="77777777" w:rsidR="00627D50" w:rsidRDefault="0062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4EBCA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C29EC" w14:textId="77777777" w:rsidR="00627D50" w:rsidRDefault="00627D50">
      <w:r>
        <w:separator/>
      </w:r>
    </w:p>
  </w:footnote>
  <w:footnote w:type="continuationSeparator" w:id="0">
    <w:p w14:paraId="115F7613" w14:textId="77777777" w:rsidR="00627D50" w:rsidRDefault="0062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1AB30" w14:textId="580002CB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FA1648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68410350" w14:textId="77777777" w:rsidR="003C047F" w:rsidRPr="00E144F2" w:rsidRDefault="003C047F" w:rsidP="00550631">
    <w:pPr>
      <w:jc w:val="right"/>
      <w:rPr>
        <w:rFonts w:ascii="Arial" w:hAnsi="Arial" w:cs="Arial"/>
        <w:b/>
        <w:sz w:val="18"/>
        <w:szCs w:val="18"/>
      </w:rPr>
    </w:pPr>
    <w:r w:rsidRPr="00E144F2">
      <w:rPr>
        <w:rFonts w:ascii="Arial" w:hAnsi="Arial" w:cs="Arial"/>
        <w:b/>
        <w:sz w:val="18"/>
        <w:szCs w:val="18"/>
      </w:rPr>
      <w:t>ASUTUSESISESEKS KASUTAMISEKS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7127A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D00BFA"/>
    <w:multiLevelType w:val="multilevel"/>
    <w:tmpl w:val="53AE95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832B32"/>
    <w:multiLevelType w:val="hybridMultilevel"/>
    <w:tmpl w:val="F5E61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6102216">
    <w:abstractNumId w:val="0"/>
  </w:num>
  <w:num w:numId="2" w16cid:durableId="1305355094">
    <w:abstractNumId w:val="7"/>
  </w:num>
  <w:num w:numId="3" w16cid:durableId="1413504155">
    <w:abstractNumId w:val="6"/>
  </w:num>
  <w:num w:numId="4" w16cid:durableId="43718448">
    <w:abstractNumId w:val="9"/>
  </w:num>
  <w:num w:numId="5" w16cid:durableId="1081873274">
    <w:abstractNumId w:val="10"/>
  </w:num>
  <w:num w:numId="6" w16cid:durableId="1713339319">
    <w:abstractNumId w:val="12"/>
  </w:num>
  <w:num w:numId="7" w16cid:durableId="40331196">
    <w:abstractNumId w:val="13"/>
  </w:num>
  <w:num w:numId="8" w16cid:durableId="1364940203">
    <w:abstractNumId w:val="4"/>
  </w:num>
  <w:num w:numId="9" w16cid:durableId="353461598">
    <w:abstractNumId w:val="5"/>
  </w:num>
  <w:num w:numId="10" w16cid:durableId="1632635574">
    <w:abstractNumId w:val="1"/>
  </w:num>
  <w:num w:numId="11" w16cid:durableId="589387768">
    <w:abstractNumId w:val="2"/>
  </w:num>
  <w:num w:numId="12" w16cid:durableId="2050911080">
    <w:abstractNumId w:val="8"/>
  </w:num>
  <w:num w:numId="13" w16cid:durableId="1841656198">
    <w:abstractNumId w:val="3"/>
  </w:num>
  <w:num w:numId="14" w16cid:durableId="1411152256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88"/>
    <w:rsid w:val="00003CCC"/>
    <w:rsid w:val="00004149"/>
    <w:rsid w:val="000043BD"/>
    <w:rsid w:val="00004C54"/>
    <w:rsid w:val="00005090"/>
    <w:rsid w:val="0001148D"/>
    <w:rsid w:val="000114BF"/>
    <w:rsid w:val="00012D8E"/>
    <w:rsid w:val="00025146"/>
    <w:rsid w:val="00031196"/>
    <w:rsid w:val="000314C3"/>
    <w:rsid w:val="00034080"/>
    <w:rsid w:val="00034738"/>
    <w:rsid w:val="00035B26"/>
    <w:rsid w:val="00042140"/>
    <w:rsid w:val="0004317E"/>
    <w:rsid w:val="00053CDD"/>
    <w:rsid w:val="000542FB"/>
    <w:rsid w:val="0005446F"/>
    <w:rsid w:val="0005656E"/>
    <w:rsid w:val="000610EB"/>
    <w:rsid w:val="000619BA"/>
    <w:rsid w:val="00063E4E"/>
    <w:rsid w:val="00064CAF"/>
    <w:rsid w:val="000653ED"/>
    <w:rsid w:val="000666E7"/>
    <w:rsid w:val="00066A2A"/>
    <w:rsid w:val="000672A5"/>
    <w:rsid w:val="00072B59"/>
    <w:rsid w:val="0007448A"/>
    <w:rsid w:val="00074A7E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6C3C"/>
    <w:rsid w:val="000B0974"/>
    <w:rsid w:val="000B157A"/>
    <w:rsid w:val="000B430C"/>
    <w:rsid w:val="000B5349"/>
    <w:rsid w:val="000B56E1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1D72"/>
    <w:rsid w:val="00113D02"/>
    <w:rsid w:val="0011431B"/>
    <w:rsid w:val="00120B0E"/>
    <w:rsid w:val="00121DD4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40348"/>
    <w:rsid w:val="001442D4"/>
    <w:rsid w:val="00147BDF"/>
    <w:rsid w:val="00151D79"/>
    <w:rsid w:val="00152C0E"/>
    <w:rsid w:val="00153862"/>
    <w:rsid w:val="00157357"/>
    <w:rsid w:val="00157D40"/>
    <w:rsid w:val="00165381"/>
    <w:rsid w:val="001653E6"/>
    <w:rsid w:val="00173673"/>
    <w:rsid w:val="00173E49"/>
    <w:rsid w:val="00181909"/>
    <w:rsid w:val="00183D82"/>
    <w:rsid w:val="00186C05"/>
    <w:rsid w:val="00194AEE"/>
    <w:rsid w:val="00195559"/>
    <w:rsid w:val="001968B0"/>
    <w:rsid w:val="001A043B"/>
    <w:rsid w:val="001A0B40"/>
    <w:rsid w:val="001A4374"/>
    <w:rsid w:val="001B1F4C"/>
    <w:rsid w:val="001C037C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008DE"/>
    <w:rsid w:val="0021202D"/>
    <w:rsid w:val="00212CA7"/>
    <w:rsid w:val="00214433"/>
    <w:rsid w:val="00216D5C"/>
    <w:rsid w:val="00226AB7"/>
    <w:rsid w:val="00236C7C"/>
    <w:rsid w:val="0024080D"/>
    <w:rsid w:val="00240EBA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4D22"/>
    <w:rsid w:val="00265D01"/>
    <w:rsid w:val="002671A9"/>
    <w:rsid w:val="00275117"/>
    <w:rsid w:val="00277A7E"/>
    <w:rsid w:val="00280746"/>
    <w:rsid w:val="0028146B"/>
    <w:rsid w:val="00290D10"/>
    <w:rsid w:val="002910FC"/>
    <w:rsid w:val="0029511A"/>
    <w:rsid w:val="00296AE8"/>
    <w:rsid w:val="002A0FA8"/>
    <w:rsid w:val="002A1CCF"/>
    <w:rsid w:val="002A3541"/>
    <w:rsid w:val="002A5316"/>
    <w:rsid w:val="002A6EE5"/>
    <w:rsid w:val="002B2197"/>
    <w:rsid w:val="002B3228"/>
    <w:rsid w:val="002C2796"/>
    <w:rsid w:val="002C28C5"/>
    <w:rsid w:val="002C3086"/>
    <w:rsid w:val="002C7995"/>
    <w:rsid w:val="002D6E2B"/>
    <w:rsid w:val="002E0A02"/>
    <w:rsid w:val="002E1392"/>
    <w:rsid w:val="002E3EE4"/>
    <w:rsid w:val="002E6FB9"/>
    <w:rsid w:val="002F1187"/>
    <w:rsid w:val="002F1618"/>
    <w:rsid w:val="002F3C88"/>
    <w:rsid w:val="002F6AF8"/>
    <w:rsid w:val="00312D5E"/>
    <w:rsid w:val="00314AD1"/>
    <w:rsid w:val="00327F6E"/>
    <w:rsid w:val="003305F9"/>
    <w:rsid w:val="00330C91"/>
    <w:rsid w:val="003311F0"/>
    <w:rsid w:val="00340133"/>
    <w:rsid w:val="003415B9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87B73"/>
    <w:rsid w:val="00390CA0"/>
    <w:rsid w:val="00394724"/>
    <w:rsid w:val="00396929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4746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7E5D"/>
    <w:rsid w:val="00490EEC"/>
    <w:rsid w:val="004958AA"/>
    <w:rsid w:val="004A2C88"/>
    <w:rsid w:val="004A381F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0171"/>
    <w:rsid w:val="00541813"/>
    <w:rsid w:val="005446C0"/>
    <w:rsid w:val="00547DC1"/>
    <w:rsid w:val="00550631"/>
    <w:rsid w:val="00552127"/>
    <w:rsid w:val="00560C7F"/>
    <w:rsid w:val="005655A4"/>
    <w:rsid w:val="00566DA4"/>
    <w:rsid w:val="00574248"/>
    <w:rsid w:val="00581A17"/>
    <w:rsid w:val="0058348A"/>
    <w:rsid w:val="0059149C"/>
    <w:rsid w:val="00592D37"/>
    <w:rsid w:val="005A23F1"/>
    <w:rsid w:val="005A3544"/>
    <w:rsid w:val="005A432C"/>
    <w:rsid w:val="005A6DC6"/>
    <w:rsid w:val="005B086F"/>
    <w:rsid w:val="005B0F9F"/>
    <w:rsid w:val="005B20F3"/>
    <w:rsid w:val="005B3CB3"/>
    <w:rsid w:val="005B7099"/>
    <w:rsid w:val="005C0954"/>
    <w:rsid w:val="005C0CA3"/>
    <w:rsid w:val="005C0F01"/>
    <w:rsid w:val="005C2A7C"/>
    <w:rsid w:val="005C3257"/>
    <w:rsid w:val="005D229E"/>
    <w:rsid w:val="005D281D"/>
    <w:rsid w:val="005D6D69"/>
    <w:rsid w:val="005E216A"/>
    <w:rsid w:val="005E37F8"/>
    <w:rsid w:val="005E756B"/>
    <w:rsid w:val="005F1009"/>
    <w:rsid w:val="00605364"/>
    <w:rsid w:val="0060643C"/>
    <w:rsid w:val="0060681C"/>
    <w:rsid w:val="00607A95"/>
    <w:rsid w:val="00607E5E"/>
    <w:rsid w:val="006111F1"/>
    <w:rsid w:val="00613B6A"/>
    <w:rsid w:val="00621A7E"/>
    <w:rsid w:val="00622151"/>
    <w:rsid w:val="00622746"/>
    <w:rsid w:val="00626224"/>
    <w:rsid w:val="006277C4"/>
    <w:rsid w:val="00627D50"/>
    <w:rsid w:val="0063210F"/>
    <w:rsid w:val="006332BE"/>
    <w:rsid w:val="0063661A"/>
    <w:rsid w:val="006371FC"/>
    <w:rsid w:val="00646F93"/>
    <w:rsid w:val="00650126"/>
    <w:rsid w:val="006515CB"/>
    <w:rsid w:val="00652B4E"/>
    <w:rsid w:val="006549F7"/>
    <w:rsid w:val="00656DBC"/>
    <w:rsid w:val="006612C7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C3BD9"/>
    <w:rsid w:val="006D036C"/>
    <w:rsid w:val="006D05A5"/>
    <w:rsid w:val="006E260F"/>
    <w:rsid w:val="006E313B"/>
    <w:rsid w:val="006E34A0"/>
    <w:rsid w:val="006E5207"/>
    <w:rsid w:val="006E649C"/>
    <w:rsid w:val="006F19D8"/>
    <w:rsid w:val="006F1C43"/>
    <w:rsid w:val="006F3AFC"/>
    <w:rsid w:val="006F3EE1"/>
    <w:rsid w:val="00702E82"/>
    <w:rsid w:val="00703B98"/>
    <w:rsid w:val="00707EA7"/>
    <w:rsid w:val="007117D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0BF"/>
    <w:rsid w:val="00773768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0830"/>
    <w:rsid w:val="00826E32"/>
    <w:rsid w:val="00826EFE"/>
    <w:rsid w:val="00827247"/>
    <w:rsid w:val="00832DCD"/>
    <w:rsid w:val="00832EEB"/>
    <w:rsid w:val="008403E7"/>
    <w:rsid w:val="00843F3A"/>
    <w:rsid w:val="00847ED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D535D"/>
    <w:rsid w:val="008E1C72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3C09"/>
    <w:rsid w:val="009349BC"/>
    <w:rsid w:val="0093627A"/>
    <w:rsid w:val="00960CAC"/>
    <w:rsid w:val="0096632D"/>
    <w:rsid w:val="00971BD0"/>
    <w:rsid w:val="0097563D"/>
    <w:rsid w:val="00976666"/>
    <w:rsid w:val="00982697"/>
    <w:rsid w:val="00984DBF"/>
    <w:rsid w:val="00990799"/>
    <w:rsid w:val="00990EC6"/>
    <w:rsid w:val="00994A2C"/>
    <w:rsid w:val="00996BAE"/>
    <w:rsid w:val="0099744A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2CE"/>
    <w:rsid w:val="00A017B4"/>
    <w:rsid w:val="00A111CB"/>
    <w:rsid w:val="00A116B3"/>
    <w:rsid w:val="00A11953"/>
    <w:rsid w:val="00A24D92"/>
    <w:rsid w:val="00A24F99"/>
    <w:rsid w:val="00A256A9"/>
    <w:rsid w:val="00A32155"/>
    <w:rsid w:val="00A349F8"/>
    <w:rsid w:val="00A40642"/>
    <w:rsid w:val="00A4075E"/>
    <w:rsid w:val="00A414B4"/>
    <w:rsid w:val="00A41F98"/>
    <w:rsid w:val="00A47405"/>
    <w:rsid w:val="00A624A3"/>
    <w:rsid w:val="00A63F9D"/>
    <w:rsid w:val="00A67C68"/>
    <w:rsid w:val="00A72A8F"/>
    <w:rsid w:val="00A74DFE"/>
    <w:rsid w:val="00AA5327"/>
    <w:rsid w:val="00AA6160"/>
    <w:rsid w:val="00AA75FC"/>
    <w:rsid w:val="00AB2C10"/>
    <w:rsid w:val="00AB74BD"/>
    <w:rsid w:val="00AC051F"/>
    <w:rsid w:val="00AC15E1"/>
    <w:rsid w:val="00AC5502"/>
    <w:rsid w:val="00AD3838"/>
    <w:rsid w:val="00AF2705"/>
    <w:rsid w:val="00AF495D"/>
    <w:rsid w:val="00AF54A5"/>
    <w:rsid w:val="00AF7F13"/>
    <w:rsid w:val="00B02924"/>
    <w:rsid w:val="00B072F1"/>
    <w:rsid w:val="00B10BC9"/>
    <w:rsid w:val="00B14D78"/>
    <w:rsid w:val="00B30713"/>
    <w:rsid w:val="00B35E63"/>
    <w:rsid w:val="00B37621"/>
    <w:rsid w:val="00B443E1"/>
    <w:rsid w:val="00B462ED"/>
    <w:rsid w:val="00B602BD"/>
    <w:rsid w:val="00B65D13"/>
    <w:rsid w:val="00B67410"/>
    <w:rsid w:val="00B67DA4"/>
    <w:rsid w:val="00B726B4"/>
    <w:rsid w:val="00B740C1"/>
    <w:rsid w:val="00B818AF"/>
    <w:rsid w:val="00B826AF"/>
    <w:rsid w:val="00B8365C"/>
    <w:rsid w:val="00B8580F"/>
    <w:rsid w:val="00B85B2C"/>
    <w:rsid w:val="00B923F1"/>
    <w:rsid w:val="00B92894"/>
    <w:rsid w:val="00B942D7"/>
    <w:rsid w:val="00B97A02"/>
    <w:rsid w:val="00BA549B"/>
    <w:rsid w:val="00BB2B18"/>
    <w:rsid w:val="00BC181B"/>
    <w:rsid w:val="00BD38F6"/>
    <w:rsid w:val="00BD65AC"/>
    <w:rsid w:val="00BD6882"/>
    <w:rsid w:val="00BD7940"/>
    <w:rsid w:val="00BE051B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355F0"/>
    <w:rsid w:val="00C42D83"/>
    <w:rsid w:val="00C45FAD"/>
    <w:rsid w:val="00C4605A"/>
    <w:rsid w:val="00C547BC"/>
    <w:rsid w:val="00C56AE9"/>
    <w:rsid w:val="00C64B18"/>
    <w:rsid w:val="00C679DE"/>
    <w:rsid w:val="00C741B5"/>
    <w:rsid w:val="00C75132"/>
    <w:rsid w:val="00C82045"/>
    <w:rsid w:val="00C85F5D"/>
    <w:rsid w:val="00C871DE"/>
    <w:rsid w:val="00C9096D"/>
    <w:rsid w:val="00C913DD"/>
    <w:rsid w:val="00C92265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C66"/>
    <w:rsid w:val="00D514A5"/>
    <w:rsid w:val="00D521FD"/>
    <w:rsid w:val="00D541F1"/>
    <w:rsid w:val="00D54A31"/>
    <w:rsid w:val="00D54A53"/>
    <w:rsid w:val="00D54DAB"/>
    <w:rsid w:val="00D606C9"/>
    <w:rsid w:val="00D626D1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4915"/>
    <w:rsid w:val="00D96872"/>
    <w:rsid w:val="00D9708A"/>
    <w:rsid w:val="00D97399"/>
    <w:rsid w:val="00DA644F"/>
    <w:rsid w:val="00DA7872"/>
    <w:rsid w:val="00DB277E"/>
    <w:rsid w:val="00DB4FE4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05F4"/>
    <w:rsid w:val="00E0123C"/>
    <w:rsid w:val="00E06745"/>
    <w:rsid w:val="00E06874"/>
    <w:rsid w:val="00E1060D"/>
    <w:rsid w:val="00E12C34"/>
    <w:rsid w:val="00E144F2"/>
    <w:rsid w:val="00E14EF3"/>
    <w:rsid w:val="00E20E38"/>
    <w:rsid w:val="00E2314F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87A59"/>
    <w:rsid w:val="00E907C9"/>
    <w:rsid w:val="00E91BEB"/>
    <w:rsid w:val="00E93AC8"/>
    <w:rsid w:val="00EA1488"/>
    <w:rsid w:val="00EB0C96"/>
    <w:rsid w:val="00EB57EF"/>
    <w:rsid w:val="00EB7677"/>
    <w:rsid w:val="00EC5525"/>
    <w:rsid w:val="00ED071D"/>
    <w:rsid w:val="00ED29A4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6F1D"/>
    <w:rsid w:val="00F217C0"/>
    <w:rsid w:val="00F24893"/>
    <w:rsid w:val="00F25E9B"/>
    <w:rsid w:val="00F30908"/>
    <w:rsid w:val="00F4318C"/>
    <w:rsid w:val="00F46877"/>
    <w:rsid w:val="00F472E6"/>
    <w:rsid w:val="00F52E9A"/>
    <w:rsid w:val="00F55F54"/>
    <w:rsid w:val="00F63CBE"/>
    <w:rsid w:val="00F652C0"/>
    <w:rsid w:val="00F76FB8"/>
    <w:rsid w:val="00F86CB3"/>
    <w:rsid w:val="00F919E6"/>
    <w:rsid w:val="00FA1648"/>
    <w:rsid w:val="00FA1F9E"/>
    <w:rsid w:val="00FA1FAE"/>
    <w:rsid w:val="00FA2DA0"/>
    <w:rsid w:val="00FA4866"/>
    <w:rsid w:val="00FA4F16"/>
    <w:rsid w:val="00FA5403"/>
    <w:rsid w:val="00FB180D"/>
    <w:rsid w:val="00FB2A8B"/>
    <w:rsid w:val="00FB64D6"/>
    <w:rsid w:val="00FB780E"/>
    <w:rsid w:val="00FC1023"/>
    <w:rsid w:val="00FC16AB"/>
    <w:rsid w:val="00FC726B"/>
    <w:rsid w:val="00FD4EC7"/>
    <w:rsid w:val="00FD52DA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15C13"/>
  <w15:docId w15:val="{6984B98B-3CC4-4407-99D5-60162C1A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99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119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semiHidden/>
    <w:rsid w:val="00D54A31"/>
    <w:rPr>
      <w:sz w:val="20"/>
    </w:rPr>
  </w:style>
  <w:style w:type="character" w:customStyle="1" w:styleId="CommentTextChar">
    <w:name w:val="Comment Text Char"/>
    <w:link w:val="Comment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99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istParagraph">
    <w:name w:val="List Paragraph"/>
    <w:basedOn w:val="Normal"/>
    <w:uiPriority w:val="34"/>
    <w:qFormat/>
    <w:rsid w:val="00661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4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LOK2S58M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</Template>
  <TotalTime>64</TotalTime>
  <Pages>3</Pages>
  <Words>443</Words>
  <Characters>3381</Characters>
  <Application>Microsoft Office Word</Application>
  <DocSecurity>0</DocSecurity>
  <Lines>28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3817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10</cp:revision>
  <cp:lastPrinted>2015-07-06T09:24:00Z</cp:lastPrinted>
  <dcterms:created xsi:type="dcterms:W3CDTF">2023-07-27T08:59:00Z</dcterms:created>
  <dcterms:modified xsi:type="dcterms:W3CDTF">2024-04-10T08:44:00Z</dcterms:modified>
</cp:coreProperties>
</file>